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B803A2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6807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09C4B364" w:rsidR="00053988" w:rsidRPr="005927FE" w:rsidRDefault="000833AB" w:rsidP="00B803A2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B803A2">
              <w:rPr>
                <w:b/>
                <w:bCs/>
                <w:lang w:val="ru-RU"/>
              </w:rPr>
              <w:t>4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4F353208" w:rsidR="00053988" w:rsidRPr="009D2C37" w:rsidRDefault="005927FE" w:rsidP="00515D95">
            <w:pPr>
              <w:rPr>
                <w:lang w:val="en-GB"/>
              </w:rPr>
            </w:pPr>
            <w:r>
              <w:rPr>
                <w:lang w:val="ru-RU"/>
              </w:rPr>
              <w:t>12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</w:t>
            </w:r>
            <w:r>
              <w:rPr>
                <w:lang w:val="uz-Cyrl-UZ"/>
              </w:rPr>
              <w:t>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398ED025" w:rsidR="00053988" w:rsidRPr="009D2C37" w:rsidRDefault="005927FE" w:rsidP="00417466">
            <w:pPr>
              <w:rPr>
                <w:lang w:val="en-GB"/>
              </w:rPr>
            </w:pPr>
            <w:r>
              <w:rPr>
                <w:lang w:val="ru-RU"/>
              </w:rPr>
              <w:t>14.07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5C2EAA18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5927FE">
              <w:rPr>
                <w:sz w:val="20"/>
                <w:szCs w:val="20"/>
                <w:lang w:val="ru-RU"/>
              </w:rPr>
              <w:t>14.07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03ED2B0D" w:rsidR="00CF0C2E" w:rsidRPr="009D2C37" w:rsidRDefault="005927FE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14.07.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ACF1586" w:rsidR="00CF0C2E" w:rsidRPr="009D2C37" w:rsidRDefault="005927F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5927FE">
              <w:rPr>
                <w:sz w:val="20"/>
                <w:szCs w:val="20"/>
              </w:rPr>
              <w:t>6511851490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1C032E7E" w:rsidR="00CF0C2E" w:rsidRPr="009D2C37" w:rsidRDefault="005927F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5927FE">
              <w:rPr>
                <w:sz w:val="20"/>
                <w:szCs w:val="20"/>
                <w:lang w:val="en-GB"/>
              </w:rPr>
              <w:t>LZYTMGEF3P1003150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11B5B8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780D8F18" w:rsidR="00CF0C2E" w:rsidRPr="009D2C37" w:rsidRDefault="005927F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14.07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527CD85C" w:rsidR="00CF0C2E" w:rsidRPr="009D2C37" w:rsidRDefault="00A41C2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4</w:t>
            </w:r>
            <w:r w:rsidR="005927FE">
              <w:rPr>
                <w:sz w:val="20"/>
                <w:szCs w:val="20"/>
                <w:lang w:val="ru-RU"/>
              </w:rPr>
              <w:t>0869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5927FE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005C11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105DE87" w:rsidR="008C5B3D" w:rsidRPr="005927FE" w:rsidRDefault="005927FE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16:00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1DCAD434" w:rsidR="008C5B3D" w:rsidRPr="005927FE" w:rsidRDefault="005927FE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40869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06ED8F16" w:rsidR="008C5B3D" w:rsidRPr="009D2C37" w:rsidRDefault="000A57BA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07.07.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533E52EC" w:rsidR="00DB257A" w:rsidRPr="005927FE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5927FE" w:rsidRPr="005927FE">
        <w:t xml:space="preserve"> </w:t>
      </w:r>
      <w:r w:rsidR="005927FE" w:rsidRPr="005927FE">
        <w:rPr>
          <w:b/>
          <w:sz w:val="20"/>
          <w:szCs w:val="20"/>
          <w:lang w:val="en-US"/>
        </w:rPr>
        <w:t xml:space="preserve">Automatic transmission diagnostics (identified fault: low oil level 4 </w:t>
      </w:r>
      <w:proofErr w:type="spellStart"/>
      <w:r w:rsidR="005927FE" w:rsidRPr="005927FE">
        <w:rPr>
          <w:b/>
          <w:sz w:val="20"/>
          <w:szCs w:val="20"/>
          <w:lang w:val="en-US"/>
        </w:rPr>
        <w:t>litres</w:t>
      </w:r>
      <w:proofErr w:type="spellEnd"/>
      <w:r w:rsidR="005927FE" w:rsidRPr="005927FE">
        <w:rPr>
          <w:b/>
          <w:sz w:val="20"/>
          <w:szCs w:val="20"/>
          <w:lang w:val="en-US"/>
        </w:rPr>
        <w:t>).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A57BA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27FE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3A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94839-55C2-4627-B6CA-B169C4E5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45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2615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9</cp:revision>
  <dcterms:created xsi:type="dcterms:W3CDTF">2023-10-17T07:54:00Z</dcterms:created>
  <dcterms:modified xsi:type="dcterms:W3CDTF">2024-02-07T11:00:00Z</dcterms:modified>
</cp:coreProperties>
</file>